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BA" w:rsidRPr="003A597D" w:rsidRDefault="004426BA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8.1</w:t>
      </w:r>
    </w:p>
    <w:p w:rsidR="004426BA" w:rsidRPr="003A597D" w:rsidRDefault="004426BA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3A597D">
        <w:rPr>
          <w:rFonts w:ascii="Times New Roman" w:hAnsi="Times New Roman"/>
          <w:sz w:val="28"/>
          <w:szCs w:val="28"/>
        </w:rPr>
        <w:t>к решению Совета</w:t>
      </w:r>
      <w:r>
        <w:rPr>
          <w:rFonts w:ascii="Times New Roman" w:hAnsi="Times New Roman"/>
          <w:sz w:val="28"/>
          <w:szCs w:val="28"/>
        </w:rPr>
        <w:t xml:space="preserve"> МО</w:t>
      </w:r>
    </w:p>
    <w:p w:rsidR="004426BA" w:rsidRDefault="004426BA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A597D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>ельское поселение с</w:t>
      </w:r>
      <w:r w:rsidRPr="003A597D">
        <w:rPr>
          <w:rFonts w:ascii="Times New Roman" w:hAnsi="Times New Roman"/>
          <w:sz w:val="28"/>
          <w:szCs w:val="28"/>
        </w:rPr>
        <w:t>ело Пироговка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426BA" w:rsidRDefault="004426BA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Ахтубинского муниципального района </w:t>
      </w:r>
    </w:p>
    <w:p w:rsidR="004426BA" w:rsidRDefault="004426BA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Астраханской области</w:t>
      </w:r>
      <w:r w:rsidRPr="003A597D">
        <w:rPr>
          <w:rFonts w:ascii="Times New Roman" w:hAnsi="Times New Roman"/>
          <w:sz w:val="28"/>
          <w:szCs w:val="28"/>
        </w:rPr>
        <w:t>»</w:t>
      </w:r>
    </w:p>
    <w:p w:rsidR="004426BA" w:rsidRPr="006764ED" w:rsidRDefault="004426BA" w:rsidP="002F502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____  от  _________     </w:t>
      </w:r>
    </w:p>
    <w:p w:rsidR="004426BA" w:rsidRPr="003A597D" w:rsidRDefault="004426BA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896"/>
        <w:gridCol w:w="283"/>
        <w:gridCol w:w="709"/>
        <w:gridCol w:w="1276"/>
        <w:gridCol w:w="1417"/>
        <w:gridCol w:w="2694"/>
        <w:gridCol w:w="1409"/>
        <w:gridCol w:w="290"/>
        <w:gridCol w:w="852"/>
        <w:gridCol w:w="37"/>
        <w:gridCol w:w="709"/>
      </w:tblGrid>
      <w:tr w:rsidR="004426BA" w:rsidRPr="006B456D" w:rsidTr="003A597D">
        <w:trPr>
          <w:gridAfter w:val="3"/>
          <w:wAfter w:w="1598" w:type="dxa"/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0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FB03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E14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426BA" w:rsidRPr="006B456D" w:rsidTr="00EA0AA4">
        <w:trPr>
          <w:gridAfter w:val="1"/>
          <w:wAfter w:w="709" w:type="dxa"/>
          <w:trHeight w:val="948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Default="004426BA" w:rsidP="00FB03C8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 </w:t>
            </w: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муниципальных га</w:t>
            </w:r>
            <w:bookmarkStart w:id="0" w:name="_GoBack"/>
            <w:bookmarkEnd w:id="0"/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рантий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426BA" w:rsidRPr="00FB03C8" w:rsidRDefault="004426BA" w:rsidP="00FB03C8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иностранной валюте</w:t>
            </w:r>
          </w:p>
        </w:tc>
      </w:tr>
      <w:tr w:rsidR="004426BA" w:rsidRPr="006B456D" w:rsidTr="003A597D">
        <w:trPr>
          <w:gridAfter w:val="1"/>
          <w:wAfter w:w="709" w:type="dxa"/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4426BA" w:rsidRPr="00FB03C8" w:rsidRDefault="004426BA" w:rsidP="003A597D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 xml:space="preserve">МО "Сельское поселение село Пироговка Ахтубинского </w:t>
            </w:r>
          </w:p>
          <w:p w:rsidR="004426BA" w:rsidRPr="008F7462" w:rsidRDefault="004426BA" w:rsidP="003A597D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Астраханской области"</w:t>
            </w:r>
          </w:p>
        </w:tc>
      </w:tr>
      <w:tr w:rsidR="004426BA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FB03C8" w:rsidRDefault="004426BA" w:rsidP="00FB03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на 2025</w:t>
            </w:r>
            <w:r w:rsidRPr="00FB03C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426BA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26BA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26BA" w:rsidRPr="006B456D" w:rsidTr="007723A7">
        <w:trPr>
          <w:trHeight w:val="79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26BA" w:rsidRPr="006B456D" w:rsidTr="007723A7">
        <w:trPr>
          <w:gridAfter w:val="2"/>
          <w:wAfter w:w="746" w:type="dxa"/>
          <w:trHeight w:val="744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4426BA" w:rsidRPr="006B456D" w:rsidTr="007723A7">
        <w:trPr>
          <w:gridAfter w:val="2"/>
          <w:wAfter w:w="746" w:type="dxa"/>
          <w:trHeight w:val="1517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ний на исполнение гарантий в 2025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8F7462" w:rsidRDefault="004426BA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26BA" w:rsidRPr="006B456D" w:rsidTr="007723A7">
        <w:trPr>
          <w:gridAfter w:val="2"/>
          <w:wAfter w:w="746" w:type="dxa"/>
          <w:trHeight w:val="253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26BA" w:rsidRPr="008F7462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26BA" w:rsidRPr="00583AD0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26BA" w:rsidRPr="00583AD0" w:rsidRDefault="004426BA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4426BA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26BA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26BA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426BA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26BA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26BA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426BA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26BA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6BA" w:rsidRDefault="004426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4426BA" w:rsidRPr="00EC2A21" w:rsidRDefault="004426BA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26BA" w:rsidRPr="00EC2A21" w:rsidRDefault="004426BA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26BA" w:rsidRPr="00EC2A21" w:rsidRDefault="004426BA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26BA" w:rsidRPr="00EC2A21" w:rsidRDefault="004426BA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26BA" w:rsidRPr="00243A85" w:rsidRDefault="004426BA" w:rsidP="00243A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sectPr w:rsidR="004426BA" w:rsidRPr="00243A85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6BA" w:rsidRDefault="004426BA" w:rsidP="003A597D">
      <w:pPr>
        <w:spacing w:after="0" w:line="240" w:lineRule="auto"/>
      </w:pPr>
      <w:r>
        <w:separator/>
      </w:r>
    </w:p>
  </w:endnote>
  <w:endnote w:type="continuationSeparator" w:id="0">
    <w:p w:rsidR="004426BA" w:rsidRDefault="004426BA" w:rsidP="003A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6BA" w:rsidRDefault="004426BA" w:rsidP="003A597D">
      <w:pPr>
        <w:spacing w:after="0" w:line="240" w:lineRule="auto"/>
      </w:pPr>
      <w:r>
        <w:separator/>
      </w:r>
    </w:p>
  </w:footnote>
  <w:footnote w:type="continuationSeparator" w:id="0">
    <w:p w:rsidR="004426BA" w:rsidRDefault="004426BA" w:rsidP="003A5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20B5"/>
    <w:rsid w:val="000A1CE0"/>
    <w:rsid w:val="000C674D"/>
    <w:rsid w:val="000F1C62"/>
    <w:rsid w:val="00101401"/>
    <w:rsid w:val="001256F6"/>
    <w:rsid w:val="0014447A"/>
    <w:rsid w:val="001939B5"/>
    <w:rsid w:val="001A7A60"/>
    <w:rsid w:val="001B7CBA"/>
    <w:rsid w:val="002127DF"/>
    <w:rsid w:val="00243A85"/>
    <w:rsid w:val="00270CB6"/>
    <w:rsid w:val="00292FAB"/>
    <w:rsid w:val="002C2ECB"/>
    <w:rsid w:val="002F5021"/>
    <w:rsid w:val="00306CFE"/>
    <w:rsid w:val="00310A7A"/>
    <w:rsid w:val="003306EF"/>
    <w:rsid w:val="00357DE6"/>
    <w:rsid w:val="003767B2"/>
    <w:rsid w:val="00390B45"/>
    <w:rsid w:val="003A597D"/>
    <w:rsid w:val="004426BA"/>
    <w:rsid w:val="00455F2F"/>
    <w:rsid w:val="004D1849"/>
    <w:rsid w:val="004E262E"/>
    <w:rsid w:val="0050635C"/>
    <w:rsid w:val="005774AA"/>
    <w:rsid w:val="00583AD0"/>
    <w:rsid w:val="005E4431"/>
    <w:rsid w:val="005F0AB7"/>
    <w:rsid w:val="00611DBE"/>
    <w:rsid w:val="00612412"/>
    <w:rsid w:val="00621483"/>
    <w:rsid w:val="00626411"/>
    <w:rsid w:val="006727A6"/>
    <w:rsid w:val="006764ED"/>
    <w:rsid w:val="00685946"/>
    <w:rsid w:val="006B456D"/>
    <w:rsid w:val="006B4E3A"/>
    <w:rsid w:val="006F16AD"/>
    <w:rsid w:val="00704FF1"/>
    <w:rsid w:val="00741B19"/>
    <w:rsid w:val="007723A7"/>
    <w:rsid w:val="00785D43"/>
    <w:rsid w:val="00797403"/>
    <w:rsid w:val="007B7BD1"/>
    <w:rsid w:val="00800138"/>
    <w:rsid w:val="00822BD7"/>
    <w:rsid w:val="0086771E"/>
    <w:rsid w:val="008A50FD"/>
    <w:rsid w:val="008E068E"/>
    <w:rsid w:val="008F7462"/>
    <w:rsid w:val="00900755"/>
    <w:rsid w:val="00954E96"/>
    <w:rsid w:val="009552CF"/>
    <w:rsid w:val="00956EE7"/>
    <w:rsid w:val="00996D06"/>
    <w:rsid w:val="009B44E8"/>
    <w:rsid w:val="009B4CDB"/>
    <w:rsid w:val="009C2636"/>
    <w:rsid w:val="00A01DF7"/>
    <w:rsid w:val="00A216C0"/>
    <w:rsid w:val="00A22374"/>
    <w:rsid w:val="00A24722"/>
    <w:rsid w:val="00A338D8"/>
    <w:rsid w:val="00A50FFF"/>
    <w:rsid w:val="00A74879"/>
    <w:rsid w:val="00AE3E8B"/>
    <w:rsid w:val="00B25A93"/>
    <w:rsid w:val="00B902B7"/>
    <w:rsid w:val="00B95106"/>
    <w:rsid w:val="00BF153C"/>
    <w:rsid w:val="00C048C9"/>
    <w:rsid w:val="00C40838"/>
    <w:rsid w:val="00C94AD3"/>
    <w:rsid w:val="00CE3ACE"/>
    <w:rsid w:val="00CE408B"/>
    <w:rsid w:val="00D00DCD"/>
    <w:rsid w:val="00D431A8"/>
    <w:rsid w:val="00E05B04"/>
    <w:rsid w:val="00E11BAC"/>
    <w:rsid w:val="00E14456"/>
    <w:rsid w:val="00E324B2"/>
    <w:rsid w:val="00E55E93"/>
    <w:rsid w:val="00EA0AA4"/>
    <w:rsid w:val="00EB485C"/>
    <w:rsid w:val="00EC2A21"/>
    <w:rsid w:val="00F23234"/>
    <w:rsid w:val="00F43734"/>
    <w:rsid w:val="00F46256"/>
    <w:rsid w:val="00F812E3"/>
    <w:rsid w:val="00FB03C8"/>
    <w:rsid w:val="00FF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63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A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597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A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597D"/>
    <w:rPr>
      <w:rFonts w:cs="Times New Roman"/>
    </w:rPr>
  </w:style>
  <w:style w:type="paragraph" w:styleId="NoSpacing">
    <w:name w:val="No Spacing"/>
    <w:uiPriority w:val="99"/>
    <w:qFormat/>
    <w:rsid w:val="003A597D"/>
    <w:rPr>
      <w:lang w:eastAsia="en-US"/>
    </w:rPr>
  </w:style>
  <w:style w:type="paragraph" w:styleId="NormalWeb">
    <w:name w:val="Normal (Web)"/>
    <w:basedOn w:val="Normal"/>
    <w:uiPriority w:val="99"/>
    <w:rsid w:val="00FB03C8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127</Words>
  <Characters>727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30</cp:revision>
  <cp:lastPrinted>2019-11-20T07:10:00Z</cp:lastPrinted>
  <dcterms:created xsi:type="dcterms:W3CDTF">2015-11-17T11:48:00Z</dcterms:created>
  <dcterms:modified xsi:type="dcterms:W3CDTF">2024-11-13T08:23:00Z</dcterms:modified>
</cp:coreProperties>
</file>